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B4CF6" w14:textId="77777777" w:rsidR="004C06D1" w:rsidRPr="001924A5" w:rsidRDefault="003F2FA6" w:rsidP="000139D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>PLNÁ MOC</w:t>
      </w:r>
    </w:p>
    <w:p w14:paraId="740AF931" w14:textId="7D6A3C4E" w:rsidR="009800B8" w:rsidRPr="001924A5" w:rsidRDefault="003F6BE8" w:rsidP="00705306">
      <w:pPr>
        <w:spacing w:before="40" w:after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 xml:space="preserve">Město </w:t>
      </w:r>
      <w:r w:rsidR="00957CE1" w:rsidRPr="001924A5">
        <w:rPr>
          <w:rFonts w:ascii="Times New Roman" w:hAnsi="Times New Roman" w:cs="Times New Roman"/>
          <w:b/>
          <w:sz w:val="24"/>
          <w:szCs w:val="24"/>
        </w:rPr>
        <w:t>Boskovice</w:t>
      </w:r>
      <w:r w:rsidR="00705306" w:rsidRPr="001924A5">
        <w:rPr>
          <w:rFonts w:ascii="Times New Roman" w:hAnsi="Times New Roman" w:cs="Times New Roman"/>
          <w:b/>
          <w:sz w:val="24"/>
          <w:szCs w:val="24"/>
        </w:rPr>
        <w:t xml:space="preserve">, se sídlem Masarykovo nám. 4/2, 680 01 Boskovice, IČO 00279978, zastoupené starostkou města </w:t>
      </w:r>
      <w:r w:rsidR="00D3223D" w:rsidRPr="001924A5">
        <w:rPr>
          <w:rFonts w:ascii="Times New Roman" w:hAnsi="Times New Roman" w:cs="Times New Roman"/>
          <w:b/>
          <w:sz w:val="24"/>
          <w:szCs w:val="24"/>
        </w:rPr>
        <w:t xml:space="preserve">Ing. </w:t>
      </w:r>
      <w:r w:rsidRPr="001924A5">
        <w:rPr>
          <w:rFonts w:ascii="Times New Roman" w:hAnsi="Times New Roman" w:cs="Times New Roman"/>
          <w:b/>
          <w:sz w:val="24"/>
          <w:szCs w:val="24"/>
        </w:rPr>
        <w:t>a</w:t>
      </w:r>
      <w:r w:rsidR="00D3223D" w:rsidRPr="001924A5">
        <w:rPr>
          <w:rFonts w:ascii="Times New Roman" w:hAnsi="Times New Roman" w:cs="Times New Roman"/>
          <w:b/>
          <w:sz w:val="24"/>
          <w:szCs w:val="24"/>
        </w:rPr>
        <w:t>rch. Janou Syrovátkovou</w:t>
      </w:r>
    </w:p>
    <w:p w14:paraId="71754DD1" w14:textId="77777777" w:rsidR="00934C08" w:rsidRPr="001924A5" w:rsidRDefault="00934C08" w:rsidP="00EF171C">
      <w:pPr>
        <w:spacing w:before="40" w:after="4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C374BCE" w14:textId="77777777" w:rsidR="009F750D" w:rsidRPr="001924A5" w:rsidRDefault="009F750D" w:rsidP="009F750D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>z 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m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o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c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ň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u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j</w:t>
      </w:r>
      <w:r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1C" w:rsidRPr="001924A5">
        <w:rPr>
          <w:rFonts w:ascii="Times New Roman" w:hAnsi="Times New Roman" w:cs="Times New Roman"/>
          <w:b/>
          <w:sz w:val="24"/>
          <w:szCs w:val="24"/>
        </w:rPr>
        <w:t>e</w:t>
      </w:r>
    </w:p>
    <w:p w14:paraId="40EFCB63" w14:textId="640E3972" w:rsidR="00705306" w:rsidRPr="001924A5" w:rsidRDefault="00705306" w:rsidP="00705306">
      <w:pPr>
        <w:pStyle w:val="Nadpis2"/>
        <w:jc w:val="center"/>
        <w:rPr>
          <w:bCs w:val="0"/>
          <w:sz w:val="24"/>
          <w:szCs w:val="24"/>
        </w:rPr>
      </w:pPr>
      <w:r w:rsidRPr="001924A5">
        <w:rPr>
          <w:sz w:val="24"/>
          <w:szCs w:val="24"/>
        </w:rPr>
        <w:t xml:space="preserve">na základě </w:t>
      </w:r>
      <w:r w:rsidRPr="001924A5">
        <w:rPr>
          <w:bCs w:val="0"/>
          <w:sz w:val="24"/>
          <w:szCs w:val="24"/>
        </w:rPr>
        <w:t>Smlouvy o správě, provozování a údržb</w:t>
      </w:r>
      <w:r w:rsidR="001924A5">
        <w:rPr>
          <w:bCs w:val="0"/>
          <w:sz w:val="24"/>
          <w:szCs w:val="24"/>
        </w:rPr>
        <w:t>ě</w:t>
      </w:r>
      <w:r w:rsidRPr="001924A5">
        <w:rPr>
          <w:bCs w:val="0"/>
          <w:sz w:val="24"/>
          <w:szCs w:val="24"/>
        </w:rPr>
        <w:t xml:space="preserve"> veřejného pohřebiště </w:t>
      </w:r>
    </w:p>
    <w:p w14:paraId="4A5A61B1" w14:textId="2ECF1394" w:rsidR="00705306" w:rsidRPr="001924A5" w:rsidRDefault="00705306" w:rsidP="007053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 xml:space="preserve">Boskovice ze dne </w:t>
      </w:r>
      <w:r w:rsidRPr="001924A5">
        <w:rPr>
          <w:rFonts w:ascii="Times New Roman" w:hAnsi="Times New Roman" w:cs="Times New Roman"/>
          <w:b/>
          <w:sz w:val="24"/>
          <w:szCs w:val="24"/>
          <w:highlight w:val="yellow"/>
        </w:rPr>
        <w:t>…</w:t>
      </w:r>
    </w:p>
    <w:p w14:paraId="3063E17F" w14:textId="4BF2E95F" w:rsidR="00ED04E1" w:rsidRPr="001924A5" w:rsidRDefault="00ED04E1" w:rsidP="009F750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14:paraId="02CE9FCE" w14:textId="1B632A60" w:rsidR="004972E9" w:rsidRPr="001924A5" w:rsidRDefault="00705306" w:rsidP="004972E9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sz w:val="24"/>
          <w:szCs w:val="24"/>
          <w:highlight w:val="yellow"/>
        </w:rPr>
        <w:t>F</w:t>
      </w:r>
      <w:r w:rsidR="004A433C" w:rsidRPr="001924A5">
        <w:rPr>
          <w:rFonts w:ascii="Times New Roman" w:hAnsi="Times New Roman" w:cs="Times New Roman"/>
          <w:sz w:val="24"/>
          <w:szCs w:val="24"/>
          <w:highlight w:val="yellow"/>
        </w:rPr>
        <w:t>irmu</w:t>
      </w:r>
      <w:r w:rsidR="001924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924A5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="001924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924A5">
        <w:rPr>
          <w:rFonts w:ascii="Times New Roman" w:hAnsi="Times New Roman" w:cs="Times New Roman"/>
          <w:sz w:val="24"/>
          <w:szCs w:val="24"/>
          <w:highlight w:val="yellow"/>
        </w:rPr>
        <w:t>pana</w:t>
      </w:r>
      <w:r w:rsidR="001924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924A5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="001924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924A5">
        <w:rPr>
          <w:rFonts w:ascii="Times New Roman" w:hAnsi="Times New Roman" w:cs="Times New Roman"/>
          <w:sz w:val="24"/>
          <w:szCs w:val="24"/>
          <w:highlight w:val="yellow"/>
        </w:rPr>
        <w:t>paní</w:t>
      </w:r>
    </w:p>
    <w:p w14:paraId="34BF2FB8" w14:textId="539D92ED" w:rsidR="00466C1C" w:rsidRPr="001924A5" w:rsidRDefault="00705306" w:rsidP="00466C1C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………………..</w:t>
      </w:r>
    </w:p>
    <w:p w14:paraId="25966828" w14:textId="77777777" w:rsidR="00ED04E1" w:rsidRPr="001924A5" w:rsidRDefault="00ED04E1" w:rsidP="00466C1C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14:paraId="71A9CBB4" w14:textId="77777777" w:rsidR="00AA5D18" w:rsidRPr="001924A5" w:rsidRDefault="00AA5D18" w:rsidP="00AA5D1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14:paraId="19F89D66" w14:textId="3B8767E2" w:rsidR="004C06D1" w:rsidRPr="001924A5" w:rsidRDefault="00705306" w:rsidP="008C251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sz w:val="24"/>
          <w:szCs w:val="24"/>
        </w:rPr>
        <w:t>k zastupování Města Boskovice v</w:t>
      </w:r>
      <w:r w:rsidR="00426C46" w:rsidRPr="001924A5">
        <w:rPr>
          <w:rFonts w:ascii="Times New Roman" w:hAnsi="Times New Roman" w:cs="Times New Roman"/>
          <w:sz w:val="24"/>
          <w:szCs w:val="24"/>
        </w:rPr>
        <w:t> </w:t>
      </w:r>
      <w:r w:rsidRPr="001924A5">
        <w:rPr>
          <w:rFonts w:ascii="Times New Roman" w:hAnsi="Times New Roman" w:cs="Times New Roman"/>
          <w:sz w:val="24"/>
          <w:szCs w:val="24"/>
        </w:rPr>
        <w:t>záležitostech</w:t>
      </w:r>
      <w:r w:rsidR="00426C46" w:rsidRPr="001924A5">
        <w:rPr>
          <w:rFonts w:ascii="Times New Roman" w:hAnsi="Times New Roman" w:cs="Times New Roman"/>
          <w:sz w:val="24"/>
          <w:szCs w:val="24"/>
        </w:rPr>
        <w:t xml:space="preserve"> vyjmenovaných ve Smlouvě o správě, provozování a údržbě veřejného pohřebiště</w:t>
      </w:r>
      <w:r w:rsidRPr="001924A5">
        <w:rPr>
          <w:rFonts w:ascii="Times New Roman" w:hAnsi="Times New Roman" w:cs="Times New Roman"/>
          <w:sz w:val="24"/>
          <w:szCs w:val="24"/>
        </w:rPr>
        <w:t>, týkajících se pohřebiště v Boskovicích, které se nachází na ulici Svatopluka Čecha na pozemcích parc. č.4568/1, 4567/1 a 4568/2 (zastavěná plocha – budova smuteční obřadní síně), dále parcel č.  4567/2, 4567/4, 4567/3, 4568/3, 4569/1, 4569/3, 7098/1 a 7100/1 vše zapsáno na LV č. 10001 a zakresleno v mapové příloze č. 1 výše zmíněné smlouvy.</w:t>
      </w:r>
    </w:p>
    <w:p w14:paraId="46C6A613" w14:textId="4DDE07DC" w:rsidR="00705306" w:rsidRPr="001924A5" w:rsidRDefault="00705306" w:rsidP="008C251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1BAFFD5" w14:textId="681C1FA7" w:rsidR="004C06D1" w:rsidRPr="001924A5" w:rsidRDefault="00426C46" w:rsidP="008C251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sz w:val="24"/>
          <w:szCs w:val="24"/>
        </w:rPr>
        <w:t>Jedná se zejména o tyto činnosti:</w:t>
      </w:r>
    </w:p>
    <w:p w14:paraId="19F7400F" w14:textId="20172748" w:rsidR="00426C46" w:rsidRPr="001924A5" w:rsidRDefault="00426C46" w:rsidP="00426C4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F9C3AEE" w14:textId="7B6082F6" w:rsidR="00426C46" w:rsidRPr="001924A5" w:rsidRDefault="00426C46" w:rsidP="00426C46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>Správa hřbitova</w:t>
      </w:r>
      <w:r w:rsidRPr="001924A5">
        <w:rPr>
          <w:rFonts w:ascii="Times New Roman" w:hAnsi="Times New Roman" w:cs="Times New Roman"/>
          <w:sz w:val="24"/>
          <w:szCs w:val="24"/>
        </w:rPr>
        <w:t xml:space="preserve"> – zejména uzavírání smluv a nájmu hrobových míst, zajišťování ostatních úkonů týkajících se nájmu hrobových míst a jejich evidence, inkasování částek za tyto nájmy</w:t>
      </w:r>
      <w:r w:rsidR="0030055D">
        <w:rPr>
          <w:rFonts w:ascii="Times New Roman" w:hAnsi="Times New Roman" w:cs="Times New Roman"/>
          <w:sz w:val="24"/>
          <w:szCs w:val="24"/>
        </w:rPr>
        <w:t xml:space="preserve"> a za služby spojené s nájmem</w:t>
      </w:r>
      <w:r w:rsidRPr="001924A5">
        <w:rPr>
          <w:rFonts w:ascii="Times New Roman" w:hAnsi="Times New Roman" w:cs="Times New Roman"/>
          <w:sz w:val="24"/>
          <w:szCs w:val="24"/>
        </w:rPr>
        <w:t>, vymáhání dlužných částek, včetně soudního vymáhání, jednání s nájemci a uživateli hrobových míst a návštěvníky pohřebiště a provádění dalších činností, vyp</w:t>
      </w:r>
      <w:r w:rsidR="001924A5" w:rsidRPr="001924A5">
        <w:rPr>
          <w:rFonts w:ascii="Times New Roman" w:hAnsi="Times New Roman" w:cs="Times New Roman"/>
          <w:sz w:val="24"/>
          <w:szCs w:val="24"/>
        </w:rPr>
        <w:t>lývajících správci pohřebiště z platných právních předpisů a obecně závazné vyhlášky Města Boskovice Řád veřejného pohřebiště.</w:t>
      </w:r>
    </w:p>
    <w:p w14:paraId="62BAE928" w14:textId="34602A18" w:rsidR="001924A5" w:rsidRPr="001924A5" w:rsidRDefault="001924A5" w:rsidP="001924A5">
      <w:pPr>
        <w:pStyle w:val="Bezmezer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51DD1D" w14:textId="77777777" w:rsidR="00010D8E" w:rsidRPr="001924A5" w:rsidRDefault="00010D8E" w:rsidP="008C251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1F9C8797" w14:textId="3EA9F4FA" w:rsidR="004C06D1" w:rsidRPr="001924A5" w:rsidRDefault="004C06D1" w:rsidP="004C06D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sz w:val="24"/>
          <w:szCs w:val="24"/>
        </w:rPr>
        <w:t>V</w:t>
      </w:r>
      <w:r w:rsidR="00087DAD" w:rsidRPr="001924A5">
        <w:rPr>
          <w:rFonts w:ascii="Times New Roman" w:hAnsi="Times New Roman" w:cs="Times New Roman"/>
          <w:sz w:val="24"/>
          <w:szCs w:val="24"/>
        </w:rPr>
        <w:t> </w:t>
      </w:r>
      <w:r w:rsidR="000C658C" w:rsidRPr="001924A5">
        <w:rPr>
          <w:rFonts w:ascii="Times New Roman" w:hAnsi="Times New Roman" w:cs="Times New Roman"/>
          <w:sz w:val="24"/>
          <w:szCs w:val="24"/>
        </w:rPr>
        <w:t>Boskovicích</w:t>
      </w:r>
      <w:r w:rsidR="0002673E" w:rsidRPr="001924A5">
        <w:rPr>
          <w:rFonts w:ascii="Times New Roman" w:hAnsi="Times New Roman" w:cs="Times New Roman"/>
          <w:sz w:val="24"/>
          <w:szCs w:val="24"/>
        </w:rPr>
        <w:t xml:space="preserve"> </w:t>
      </w:r>
      <w:r w:rsidRPr="001924A5">
        <w:rPr>
          <w:rFonts w:ascii="Times New Roman" w:hAnsi="Times New Roman" w:cs="Times New Roman"/>
          <w:sz w:val="24"/>
          <w:szCs w:val="24"/>
        </w:rPr>
        <w:t xml:space="preserve">dne </w:t>
      </w:r>
      <w:r w:rsidR="00705306" w:rsidRPr="001924A5">
        <w:rPr>
          <w:rFonts w:ascii="Times New Roman" w:hAnsi="Times New Roman" w:cs="Times New Roman"/>
          <w:sz w:val="24"/>
          <w:szCs w:val="24"/>
          <w:highlight w:val="yellow"/>
        </w:rPr>
        <w:t>…………………….</w:t>
      </w:r>
    </w:p>
    <w:p w14:paraId="530A6E77" w14:textId="77777777" w:rsidR="004C06D1" w:rsidRPr="001924A5" w:rsidRDefault="004C06D1" w:rsidP="004C06D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23CB76D" w14:textId="2317FF37" w:rsidR="004C06D1" w:rsidRPr="001924A5" w:rsidRDefault="000C07FB" w:rsidP="004C06D1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3F6BE8" w:rsidRPr="001924A5">
        <w:rPr>
          <w:rFonts w:ascii="Times New Roman" w:hAnsi="Times New Roman" w:cs="Times New Roman"/>
          <w:b/>
          <w:sz w:val="24"/>
          <w:szCs w:val="24"/>
        </w:rPr>
        <w:t>město Boskovice</w:t>
      </w:r>
      <w:r w:rsidR="00384DAE" w:rsidRPr="001924A5">
        <w:rPr>
          <w:rFonts w:ascii="Times New Roman" w:hAnsi="Times New Roman" w:cs="Times New Roman"/>
          <w:b/>
          <w:sz w:val="24"/>
          <w:szCs w:val="24"/>
        </w:rPr>
        <w:t>:</w:t>
      </w:r>
    </w:p>
    <w:p w14:paraId="7E55B586" w14:textId="77777777" w:rsidR="004C06D1" w:rsidRPr="001924A5" w:rsidRDefault="004C06D1" w:rsidP="004C06D1">
      <w:pPr>
        <w:pStyle w:val="Bezmez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F6D4465" w14:textId="77777777" w:rsidR="002814A4" w:rsidRPr="001924A5" w:rsidRDefault="002814A4" w:rsidP="004C06D1">
      <w:pPr>
        <w:pStyle w:val="Bezmez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360DA86" w14:textId="77777777" w:rsidR="00634B1C" w:rsidRPr="001924A5" w:rsidRDefault="00DD3C8C" w:rsidP="00634B1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C06D1" w:rsidRPr="001924A5">
        <w:rPr>
          <w:rFonts w:ascii="Times New Roman" w:hAnsi="Times New Roman" w:cs="Times New Roman"/>
          <w:b/>
          <w:sz w:val="24"/>
          <w:szCs w:val="24"/>
        </w:rPr>
        <w:t xml:space="preserve">. . . . </w:t>
      </w:r>
      <w:r w:rsidR="0055348C" w:rsidRPr="001924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C06D1" w:rsidRPr="001924A5">
        <w:rPr>
          <w:rFonts w:ascii="Times New Roman" w:hAnsi="Times New Roman" w:cs="Times New Roman"/>
          <w:b/>
          <w:sz w:val="24"/>
          <w:szCs w:val="24"/>
        </w:rPr>
        <w:t>. . . . . . . . . . . . . . . . . . . .</w:t>
      </w:r>
      <w:r w:rsidR="008A317E" w:rsidRPr="001924A5">
        <w:rPr>
          <w:rFonts w:ascii="Times New Roman" w:hAnsi="Times New Roman" w:cs="Times New Roman"/>
          <w:b/>
          <w:sz w:val="24"/>
          <w:szCs w:val="24"/>
        </w:rPr>
        <w:t xml:space="preserve"> . . . . . . </w:t>
      </w:r>
    </w:p>
    <w:p w14:paraId="65AC4D40" w14:textId="612DBD75" w:rsidR="00934C08" w:rsidRPr="001924A5" w:rsidRDefault="003F6BE8" w:rsidP="00634B1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924A5">
        <w:rPr>
          <w:rFonts w:ascii="Times New Roman" w:hAnsi="Times New Roman" w:cs="Times New Roman"/>
          <w:sz w:val="24"/>
          <w:szCs w:val="24"/>
        </w:rPr>
        <w:t>Ing. arch. Jana Syrovátková</w:t>
      </w:r>
    </w:p>
    <w:p w14:paraId="1E1C72C8" w14:textId="3659C25A" w:rsidR="00384DAE" w:rsidRPr="001924A5" w:rsidRDefault="003F6BE8" w:rsidP="00634B1C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1924A5">
        <w:rPr>
          <w:rFonts w:ascii="Times New Roman" w:hAnsi="Times New Roman" w:cs="Times New Roman"/>
          <w:bCs/>
          <w:sz w:val="24"/>
          <w:szCs w:val="24"/>
        </w:rPr>
        <w:t>starostka města</w:t>
      </w:r>
    </w:p>
    <w:p w14:paraId="2C81BA35" w14:textId="77777777" w:rsidR="001924A5" w:rsidRPr="001924A5" w:rsidRDefault="001924A5" w:rsidP="00634B1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46C3707" w14:textId="77777777" w:rsidR="004C06D1" w:rsidRPr="001924A5" w:rsidRDefault="004C06D1" w:rsidP="00634B1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687CF41" w14:textId="6FE393AE" w:rsidR="005279C4" w:rsidRPr="001924A5" w:rsidRDefault="0055348C" w:rsidP="004972E9">
      <w:pPr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>Za společnost</w:t>
      </w:r>
      <w:r w:rsidR="0002673E" w:rsidRPr="00192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306" w:rsidRPr="001924A5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………………….</w:t>
      </w:r>
      <w:r w:rsidRPr="001924A5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</w:p>
    <w:p w14:paraId="23269D93" w14:textId="77777777" w:rsidR="00925B18" w:rsidRPr="001924A5" w:rsidRDefault="00925B18" w:rsidP="00925B1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14:paraId="6A262668" w14:textId="77777777" w:rsidR="00925B18" w:rsidRPr="001924A5" w:rsidRDefault="00925B18" w:rsidP="00925B1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14:paraId="549C555F" w14:textId="77777777" w:rsidR="0055348C" w:rsidRPr="001924A5" w:rsidRDefault="0055348C" w:rsidP="00925B1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924A5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</w:t>
      </w:r>
    </w:p>
    <w:p w14:paraId="3FD1710E" w14:textId="73D40898" w:rsidR="00925B18" w:rsidRPr="001924A5" w:rsidRDefault="0030055D" w:rsidP="00925B1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0055D">
        <w:rPr>
          <w:rFonts w:ascii="Times New Roman" w:hAnsi="Times New Roman" w:cs="Times New Roman"/>
          <w:sz w:val="24"/>
          <w:szCs w:val="24"/>
          <w:highlight w:val="yellow"/>
        </w:rPr>
        <w:t>***</w:t>
      </w:r>
    </w:p>
    <w:sectPr w:rsidR="00925B18" w:rsidRPr="001924A5" w:rsidSect="00CD4DC2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F3451"/>
    <w:multiLevelType w:val="hybridMultilevel"/>
    <w:tmpl w:val="3AF66410"/>
    <w:lvl w:ilvl="0" w:tplc="FF32A4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83A3A"/>
    <w:multiLevelType w:val="hybridMultilevel"/>
    <w:tmpl w:val="9BC45528"/>
    <w:lvl w:ilvl="0" w:tplc="F252D9D6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922790029">
    <w:abstractNumId w:val="1"/>
  </w:num>
  <w:num w:numId="2" w16cid:durableId="990791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6C6"/>
    <w:rsid w:val="00010D8E"/>
    <w:rsid w:val="000139DD"/>
    <w:rsid w:val="0002673E"/>
    <w:rsid w:val="00062467"/>
    <w:rsid w:val="00087DAD"/>
    <w:rsid w:val="000C07FB"/>
    <w:rsid w:val="000C658C"/>
    <w:rsid w:val="000D53D1"/>
    <w:rsid w:val="00105A7F"/>
    <w:rsid w:val="0012321B"/>
    <w:rsid w:val="00191C36"/>
    <w:rsid w:val="001924A5"/>
    <w:rsid w:val="001A4447"/>
    <w:rsid w:val="001C6607"/>
    <w:rsid w:val="001E0722"/>
    <w:rsid w:val="00201F3B"/>
    <w:rsid w:val="002150C3"/>
    <w:rsid w:val="00215226"/>
    <w:rsid w:val="002814A4"/>
    <w:rsid w:val="00286D51"/>
    <w:rsid w:val="002F664D"/>
    <w:rsid w:val="0030055D"/>
    <w:rsid w:val="003205A8"/>
    <w:rsid w:val="00320F69"/>
    <w:rsid w:val="003224F6"/>
    <w:rsid w:val="00374864"/>
    <w:rsid w:val="00376A5F"/>
    <w:rsid w:val="00384DAE"/>
    <w:rsid w:val="00386E3B"/>
    <w:rsid w:val="00394EDA"/>
    <w:rsid w:val="003C780F"/>
    <w:rsid w:val="003F2FA6"/>
    <w:rsid w:val="003F6BE8"/>
    <w:rsid w:val="0040616A"/>
    <w:rsid w:val="00426C46"/>
    <w:rsid w:val="00462F26"/>
    <w:rsid w:val="00466C1C"/>
    <w:rsid w:val="004972E9"/>
    <w:rsid w:val="004A433C"/>
    <w:rsid w:val="004B475D"/>
    <w:rsid w:val="004C06D1"/>
    <w:rsid w:val="004C63D9"/>
    <w:rsid w:val="004F5C31"/>
    <w:rsid w:val="004F5CB4"/>
    <w:rsid w:val="005003AA"/>
    <w:rsid w:val="00522E4E"/>
    <w:rsid w:val="005279C4"/>
    <w:rsid w:val="00546452"/>
    <w:rsid w:val="0055348C"/>
    <w:rsid w:val="005575FA"/>
    <w:rsid w:val="0056515F"/>
    <w:rsid w:val="005A4DBB"/>
    <w:rsid w:val="006059FB"/>
    <w:rsid w:val="00634B1C"/>
    <w:rsid w:val="00661046"/>
    <w:rsid w:val="00675EA4"/>
    <w:rsid w:val="00701752"/>
    <w:rsid w:val="00705306"/>
    <w:rsid w:val="007214E9"/>
    <w:rsid w:val="00790174"/>
    <w:rsid w:val="007E1CD5"/>
    <w:rsid w:val="00842AD1"/>
    <w:rsid w:val="008460E8"/>
    <w:rsid w:val="008A317E"/>
    <w:rsid w:val="008B14CA"/>
    <w:rsid w:val="008B453D"/>
    <w:rsid w:val="008C2515"/>
    <w:rsid w:val="008D7CA9"/>
    <w:rsid w:val="00906B6A"/>
    <w:rsid w:val="00925B18"/>
    <w:rsid w:val="00934C08"/>
    <w:rsid w:val="00951C70"/>
    <w:rsid w:val="00957CE1"/>
    <w:rsid w:val="009800B8"/>
    <w:rsid w:val="009851F8"/>
    <w:rsid w:val="009921E3"/>
    <w:rsid w:val="00996B63"/>
    <w:rsid w:val="009E680B"/>
    <w:rsid w:val="009F750D"/>
    <w:rsid w:val="00A3477E"/>
    <w:rsid w:val="00A50109"/>
    <w:rsid w:val="00A6260E"/>
    <w:rsid w:val="00A906C6"/>
    <w:rsid w:val="00AA5D18"/>
    <w:rsid w:val="00AA5E9B"/>
    <w:rsid w:val="00AB189F"/>
    <w:rsid w:val="00AC4037"/>
    <w:rsid w:val="00B04978"/>
    <w:rsid w:val="00B3541F"/>
    <w:rsid w:val="00B411B8"/>
    <w:rsid w:val="00BC34C5"/>
    <w:rsid w:val="00C15D05"/>
    <w:rsid w:val="00C36BAF"/>
    <w:rsid w:val="00C77619"/>
    <w:rsid w:val="00CC3D24"/>
    <w:rsid w:val="00CD4DC2"/>
    <w:rsid w:val="00D15553"/>
    <w:rsid w:val="00D2195C"/>
    <w:rsid w:val="00D31A9A"/>
    <w:rsid w:val="00D3223D"/>
    <w:rsid w:val="00D50E28"/>
    <w:rsid w:val="00D531A5"/>
    <w:rsid w:val="00DB7DEE"/>
    <w:rsid w:val="00DD3C8C"/>
    <w:rsid w:val="00E12928"/>
    <w:rsid w:val="00E34A85"/>
    <w:rsid w:val="00E706B3"/>
    <w:rsid w:val="00EA11E9"/>
    <w:rsid w:val="00EA3137"/>
    <w:rsid w:val="00ED04E1"/>
    <w:rsid w:val="00EE43EC"/>
    <w:rsid w:val="00EF171C"/>
    <w:rsid w:val="00F07520"/>
    <w:rsid w:val="00F10CE6"/>
    <w:rsid w:val="00F2659D"/>
    <w:rsid w:val="00F34FC8"/>
    <w:rsid w:val="00F37424"/>
    <w:rsid w:val="00F67932"/>
    <w:rsid w:val="00F7331E"/>
    <w:rsid w:val="00FC4733"/>
    <w:rsid w:val="00FD59A3"/>
    <w:rsid w:val="00FE5480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02AB"/>
  <w15:docId w15:val="{38C30367-8970-4D57-87C4-EF9B878A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7619"/>
  </w:style>
  <w:style w:type="paragraph" w:styleId="Nadpis2">
    <w:name w:val="heading 2"/>
    <w:basedOn w:val="Normln"/>
    <w:next w:val="Normln"/>
    <w:link w:val="Nadpis2Char"/>
    <w:uiPriority w:val="99"/>
    <w:qFormat/>
    <w:rsid w:val="00705306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66C1C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466C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66C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466C1C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rsid w:val="00466C1C"/>
    <w:rPr>
      <w:i/>
      <w:iCs/>
    </w:rPr>
  </w:style>
  <w:style w:type="character" w:customStyle="1" w:styleId="platne">
    <w:name w:val="platne"/>
    <w:basedOn w:val="Standardnpsmoodstavce"/>
    <w:rsid w:val="00215226"/>
  </w:style>
  <w:style w:type="character" w:customStyle="1" w:styleId="Nadpis2Char">
    <w:name w:val="Nadpis 2 Char"/>
    <w:basedOn w:val="Standardnpsmoodstavce"/>
    <w:link w:val="Nadpis2"/>
    <w:uiPriority w:val="99"/>
    <w:rsid w:val="00705306"/>
    <w:rPr>
      <w:rFonts w:ascii="Times New Roman" w:eastAsia="Times New Roman" w:hAnsi="Times New Roman" w:cs="Times New Roman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3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ZBos\Documents\Pln&#225;%20moc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A584-A562-424A-92B9-786229D1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Plná moc1</Template>
  <TotalTime>40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Ing.Mgr. Josef Janík</dc:creator>
  <cp:lastModifiedBy>Bc. Lucie Pohle</cp:lastModifiedBy>
  <cp:revision>18</cp:revision>
  <cp:lastPrinted>2010-08-02T09:15:00Z</cp:lastPrinted>
  <dcterms:created xsi:type="dcterms:W3CDTF">2022-10-27T08:38:00Z</dcterms:created>
  <dcterms:modified xsi:type="dcterms:W3CDTF">2024-08-08T12:23:00Z</dcterms:modified>
</cp:coreProperties>
</file>